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E748BD-D502-411A-8027-DFC771D5A71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